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FEBE1F1-5577-4DE8-802B-93431A361C6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